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97761" w14:paraId="70932734" w14:textId="77777777" w:rsidTr="00DB6059">
        <w:tc>
          <w:tcPr>
            <w:tcW w:w="2689" w:type="dxa"/>
          </w:tcPr>
          <w:p w14:paraId="5B1C797B" w14:textId="239CBBF0" w:rsidR="00F97761" w:rsidRPr="00F97761" w:rsidRDefault="00F97761" w:rsidP="00F97761">
            <w:pPr>
              <w:pStyle w:val="SIText"/>
            </w:pPr>
            <w:r w:rsidRPr="00CC451E">
              <w:t>Release</w:t>
            </w:r>
            <w:r w:rsidRPr="00F97761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6E6D423E" w14:textId="6B7D8342" w:rsidR="00F97761" w:rsidRPr="00F97761" w:rsidRDefault="00F97761" w:rsidP="00F97761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 w:rsidRPr="00111D47">
              <w:rPr>
                <w:rStyle w:val="SITemporaryText-blue"/>
              </w:rPr>
              <w:t>X</w:t>
            </w:r>
            <w:r w:rsidRPr="00F97761">
              <w:t>.0</w:t>
            </w:r>
          </w:p>
        </w:tc>
      </w:tr>
      <w:tr w:rsidR="00F1480E" w14:paraId="41512140" w14:textId="77777777" w:rsidTr="00146EEC">
        <w:tc>
          <w:tcPr>
            <w:tcW w:w="2689" w:type="dxa"/>
          </w:tcPr>
          <w:p w14:paraId="73791A56" w14:textId="2A7A857D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07F446EA" w14:textId="4280F161" w:rsidR="00F1480E" w:rsidRPr="005404CB" w:rsidRDefault="00903631" w:rsidP="005404CB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>
              <w:t>1.0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31EFB963" w:rsidR="00F1480E" w:rsidRPr="005404CB" w:rsidRDefault="00A3135C" w:rsidP="005404CB">
            <w:pPr>
              <w:pStyle w:val="SIUNITCODE"/>
            </w:pPr>
            <w:r>
              <w:t>AHCPER</w:t>
            </w:r>
            <w:r w:rsidR="005D0854">
              <w:t>3</w:t>
            </w:r>
            <w:r w:rsidR="00B03253">
              <w:t>1</w:t>
            </w:r>
            <w:r w:rsidR="001129A2">
              <w:t>6</w:t>
            </w:r>
          </w:p>
        </w:tc>
        <w:tc>
          <w:tcPr>
            <w:tcW w:w="3604" w:type="pct"/>
            <w:shd w:val="clear" w:color="auto" w:fill="auto"/>
          </w:tcPr>
          <w:p w14:paraId="01D80964" w14:textId="14AED4C3" w:rsidR="00F1480E" w:rsidRPr="005404CB" w:rsidRDefault="001129A2" w:rsidP="005404CB">
            <w:pPr>
              <w:pStyle w:val="SIUnittitle"/>
            </w:pPr>
            <w:r w:rsidRPr="001129A2">
              <w:t>Select plant and animal species for permaculture systems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D156B59" w14:textId="7096426A" w:rsidR="009D2523" w:rsidRPr="009D2523" w:rsidRDefault="009D2523" w:rsidP="009D2523">
            <w:r w:rsidRPr="009D2523">
              <w:t>This unit of competency describes the skills and knowledge required to select plant and animal species for permaculture systems</w:t>
            </w:r>
            <w:r w:rsidR="00F97761">
              <w:t xml:space="preserve">, including conducting a </w:t>
            </w:r>
            <w:r w:rsidRPr="009D2523">
              <w:t>permaculture needs analysis</w:t>
            </w:r>
            <w:r w:rsidR="00F97761">
              <w:t xml:space="preserve"> and </w:t>
            </w:r>
            <w:r w:rsidRPr="009D2523">
              <w:t xml:space="preserve">bioregional analysis </w:t>
            </w:r>
            <w:r w:rsidR="00F97761">
              <w:t>to determine</w:t>
            </w:r>
            <w:r w:rsidR="00F97761" w:rsidRPr="009D2523">
              <w:t xml:space="preserve"> </w:t>
            </w:r>
            <w:r w:rsidRPr="009D2523">
              <w:t>plant and animal species and their interrelationships.</w:t>
            </w:r>
          </w:p>
          <w:p w14:paraId="454E26F1" w14:textId="77777777" w:rsidR="009D2523" w:rsidRDefault="009D2523" w:rsidP="009D2523"/>
          <w:p w14:paraId="39C43024" w14:textId="4F7ED045" w:rsidR="009D2523" w:rsidRPr="009D2523" w:rsidRDefault="00F50AFE" w:rsidP="009D2523">
            <w:r>
              <w:t>The</w:t>
            </w:r>
            <w:r w:rsidRPr="009D2523">
              <w:t xml:space="preserve"> </w:t>
            </w:r>
            <w:r w:rsidR="009D2523" w:rsidRPr="009D2523">
              <w:t xml:space="preserve">unit applies to individuals who take responsibility for their own work and for the quality of the work of others. They use discretion and judgement in the selection, </w:t>
            </w:r>
            <w:proofErr w:type="gramStart"/>
            <w:r w:rsidR="009D2523" w:rsidRPr="009D2523">
              <w:t>allocation</w:t>
            </w:r>
            <w:proofErr w:type="gramEnd"/>
            <w:r w:rsidR="009D2523" w:rsidRPr="009D2523">
              <w:t xml:space="preserve"> and use of available resources.</w:t>
            </w:r>
          </w:p>
          <w:p w14:paraId="37B9F656" w14:textId="77777777" w:rsidR="009D2523" w:rsidRDefault="009D2523" w:rsidP="009D2523"/>
          <w:p w14:paraId="22C15BCD" w14:textId="6DE96665" w:rsidR="00373436" w:rsidRPr="000754EC" w:rsidRDefault="009D2523" w:rsidP="00111D47">
            <w:r w:rsidRPr="009D2523">
              <w:t>No licensing, legislative or certification requirements apply to this unit at the time of publication.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0B88FB3" w:rsidR="00F1480E" w:rsidRPr="005404CB" w:rsidRDefault="00692EC8" w:rsidP="005404CB">
            <w:pPr>
              <w:pStyle w:val="SIText"/>
            </w:pPr>
            <w:r>
              <w:t>Permaculture (PER)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9D2523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132BDB23" w:rsidR="009D2523" w:rsidRPr="009D2523" w:rsidRDefault="009D2523" w:rsidP="009D2523">
            <w:pPr>
              <w:pStyle w:val="SIText"/>
            </w:pPr>
            <w:r w:rsidRPr="009D2523">
              <w:t>1. Assess the system needs</w:t>
            </w:r>
          </w:p>
        </w:tc>
        <w:tc>
          <w:tcPr>
            <w:tcW w:w="3604" w:type="pct"/>
            <w:shd w:val="clear" w:color="auto" w:fill="auto"/>
          </w:tcPr>
          <w:p w14:paraId="6F18CCA9" w14:textId="2E0A1F49" w:rsidR="009D2523" w:rsidRPr="009D2523" w:rsidRDefault="009D2523" w:rsidP="009D2523">
            <w:r w:rsidRPr="009D2523">
              <w:t>1.1 Undertake a needs analysis of permaculture system and its main elements</w:t>
            </w:r>
          </w:p>
          <w:p w14:paraId="2570676E" w14:textId="555F1141" w:rsidR="009D2523" w:rsidRPr="009D2523" w:rsidRDefault="009D2523" w:rsidP="009D2523">
            <w:r w:rsidRPr="009D2523">
              <w:t>1.2 Identify possible plant and animal combinations to suit permaculture system design</w:t>
            </w:r>
          </w:p>
          <w:p w14:paraId="4B044429" w14:textId="41CCA8F1" w:rsidR="009D2523" w:rsidRPr="009D2523" w:rsidRDefault="009D2523">
            <w:r w:rsidRPr="009D2523">
              <w:t xml:space="preserve">1.3 </w:t>
            </w:r>
            <w:r w:rsidR="00FF22F8">
              <w:t>Identify and c</w:t>
            </w:r>
            <w:r w:rsidRPr="009D2523">
              <w:t>ompile a list of plants and animals to suit design</w:t>
            </w:r>
            <w:r w:rsidR="00FF22F8">
              <w:t xml:space="preserve"> parameters</w:t>
            </w:r>
          </w:p>
        </w:tc>
      </w:tr>
      <w:tr w:rsidR="009D2523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04B89F46" w:rsidR="009D2523" w:rsidRPr="009D2523" w:rsidRDefault="009D2523" w:rsidP="009D2523">
            <w:pPr>
              <w:pStyle w:val="SIText"/>
            </w:pPr>
            <w:r w:rsidRPr="009D2523">
              <w:t>2. Research plant and animal systems</w:t>
            </w:r>
          </w:p>
        </w:tc>
        <w:tc>
          <w:tcPr>
            <w:tcW w:w="3604" w:type="pct"/>
            <w:shd w:val="clear" w:color="auto" w:fill="auto"/>
          </w:tcPr>
          <w:p w14:paraId="051CD397" w14:textId="435C2DE4" w:rsidR="009D2523" w:rsidRPr="009D2523" w:rsidRDefault="009D2523" w:rsidP="009D2523">
            <w:r w:rsidRPr="009D2523">
              <w:t xml:space="preserve">2.1 </w:t>
            </w:r>
            <w:r w:rsidR="00F97761">
              <w:t>Investigate</w:t>
            </w:r>
            <w:r w:rsidR="00F97761" w:rsidRPr="009D2523">
              <w:t xml:space="preserve"> </w:t>
            </w:r>
            <w:r w:rsidRPr="009D2523">
              <w:t xml:space="preserve">plants and animals </w:t>
            </w:r>
            <w:r w:rsidR="00F97761">
              <w:t>and their</w:t>
            </w:r>
            <w:r w:rsidRPr="009D2523">
              <w:t xml:space="preserve"> varieties </w:t>
            </w:r>
            <w:r w:rsidR="00F97761">
              <w:t>and</w:t>
            </w:r>
            <w:r w:rsidR="00F97761" w:rsidRPr="009D2523">
              <w:t xml:space="preserve"> </w:t>
            </w:r>
            <w:r w:rsidRPr="009D2523">
              <w:t xml:space="preserve">breeds </w:t>
            </w:r>
            <w:r w:rsidR="00FF22F8">
              <w:t xml:space="preserve">identified in the </w:t>
            </w:r>
            <w:r w:rsidRPr="009D2523">
              <w:t>needs analysis</w:t>
            </w:r>
          </w:p>
          <w:p w14:paraId="3DEDF32A" w14:textId="1007EE90" w:rsidR="009D2523" w:rsidRPr="009D2523" w:rsidRDefault="009D2523" w:rsidP="009D2523">
            <w:r w:rsidRPr="009D2523">
              <w:t xml:space="preserve">2.2 Observe </w:t>
            </w:r>
            <w:r w:rsidR="00FF22F8">
              <w:t xml:space="preserve">and consider </w:t>
            </w:r>
            <w:r w:rsidR="00ED7FD4">
              <w:t>changes to</w:t>
            </w:r>
            <w:r w:rsidR="00FF22F8" w:rsidRPr="009D2523">
              <w:t xml:space="preserve"> </w:t>
            </w:r>
            <w:r w:rsidRPr="009D2523">
              <w:t xml:space="preserve">working system that </w:t>
            </w:r>
            <w:r w:rsidR="00ED7FD4">
              <w:t>will</w:t>
            </w:r>
            <w:r w:rsidR="00ED7FD4" w:rsidRPr="009D2523">
              <w:t xml:space="preserve"> </w:t>
            </w:r>
            <w:r w:rsidRPr="009D2523">
              <w:t>inform new design</w:t>
            </w:r>
          </w:p>
          <w:p w14:paraId="2B00249F" w14:textId="1B57C9B4" w:rsidR="009D2523" w:rsidRPr="009D2523" w:rsidRDefault="009D2523">
            <w:pPr>
              <w:pStyle w:val="SIText"/>
            </w:pPr>
            <w:r w:rsidRPr="009D2523">
              <w:t>2.3 Assess availability of chosen varieties and breeds</w:t>
            </w:r>
          </w:p>
        </w:tc>
      </w:tr>
      <w:tr w:rsidR="009D2523" w:rsidRPr="00963A46" w14:paraId="629DE03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38BC0F" w14:textId="33BE6629" w:rsidR="009D2523" w:rsidRPr="009D2523" w:rsidRDefault="009D2523" w:rsidP="009D2523">
            <w:pPr>
              <w:pStyle w:val="SIText"/>
            </w:pPr>
            <w:r w:rsidRPr="009D2523">
              <w:t>3. Select plant and animal species for the permaculture system</w:t>
            </w:r>
          </w:p>
        </w:tc>
        <w:tc>
          <w:tcPr>
            <w:tcW w:w="3604" w:type="pct"/>
            <w:shd w:val="clear" w:color="auto" w:fill="auto"/>
          </w:tcPr>
          <w:p w14:paraId="0C7B91E6" w14:textId="1E487718" w:rsidR="009D2523" w:rsidRPr="009D2523" w:rsidRDefault="009D2523" w:rsidP="009D2523">
            <w:r w:rsidRPr="009D2523">
              <w:t xml:space="preserve">3.1 Determine combinations of plant and animal species </w:t>
            </w:r>
            <w:r w:rsidR="00F97761">
              <w:t>that achieve desired</w:t>
            </w:r>
            <w:r w:rsidRPr="009D2523">
              <w:t xml:space="preserve"> permaculture system</w:t>
            </w:r>
            <w:r w:rsidR="00F97761">
              <w:t xml:space="preserve"> outcomes</w:t>
            </w:r>
          </w:p>
          <w:p w14:paraId="7B98D2B5" w14:textId="5DC68F23" w:rsidR="009D2523" w:rsidRPr="009D2523" w:rsidRDefault="009D2523" w:rsidP="009D2523">
            <w:r w:rsidRPr="009D2523">
              <w:t xml:space="preserve">3.2 Ensure ancillary needs </w:t>
            </w:r>
            <w:r w:rsidR="00ED7FD4">
              <w:t xml:space="preserve">are available </w:t>
            </w:r>
            <w:r w:rsidRPr="009D2523">
              <w:t>before establishing new plant and animal systems</w:t>
            </w:r>
          </w:p>
          <w:p w14:paraId="30D865C3" w14:textId="09735BA0" w:rsidR="009D2523" w:rsidRPr="009D2523" w:rsidRDefault="009D2523" w:rsidP="009D2523">
            <w:r w:rsidRPr="009D2523">
              <w:t>3.3 Obtain plants and animals for permaculture system</w:t>
            </w:r>
          </w:p>
          <w:p w14:paraId="1C93868F" w14:textId="298EB436" w:rsidR="009D2523" w:rsidRPr="009D2523" w:rsidRDefault="009D2523">
            <w:r w:rsidRPr="009D2523">
              <w:t>3.4 Monitor plant and animal systems during establishment phase</w:t>
            </w:r>
          </w:p>
        </w:tc>
      </w:tr>
    </w:tbl>
    <w:p w14:paraId="50784BCC" w14:textId="28EDEA4F" w:rsidR="005F771F" w:rsidRPr="000754EC" w:rsidRDefault="005F771F" w:rsidP="000754EC"/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356F217" w14:textId="77777777" w:rsidR="00F1480E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  <w:p w14:paraId="6C2767F1" w14:textId="77777777" w:rsidR="00E955DA" w:rsidRPr="005404CB" w:rsidRDefault="00E955DA" w:rsidP="005404CB">
            <w:pPr>
              <w:rPr>
                <w:rStyle w:val="SIText-Italic"/>
                <w:rFonts w:eastAsiaTheme="majorEastAsia"/>
              </w:rPr>
            </w:pPr>
          </w:p>
        </w:tc>
      </w:tr>
      <w:tr w:rsidR="00E955DA" w:rsidRPr="00336FCA" w:rsidDel="00423CB2" w14:paraId="1952BECD" w14:textId="77777777" w:rsidTr="00E955DA">
        <w:tc>
          <w:tcPr>
            <w:tcW w:w="5000" w:type="pct"/>
          </w:tcPr>
          <w:p w14:paraId="775880D1" w14:textId="449301F5" w:rsidR="00E955DA" w:rsidRPr="005404CB" w:rsidRDefault="00E955DA" w:rsidP="00692EC8">
            <w:pPr>
              <w:pStyle w:val="SIBulletList1"/>
              <w:numPr>
                <w:ilvl w:val="0"/>
                <w:numId w:val="0"/>
              </w:numPr>
              <w:ind w:left="357"/>
            </w:pPr>
            <w:r w:rsidRPr="00692EC8">
              <w:t>Foundation Skills essential to performance are explicit in the performance criteria of this unit of competency.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E3C830D" w14:textId="77777777" w:rsidTr="00F33FF2">
        <w:tc>
          <w:tcPr>
            <w:tcW w:w="1028" w:type="pct"/>
          </w:tcPr>
          <w:p w14:paraId="6EE624C6" w14:textId="77777777" w:rsidR="00ED7FD4" w:rsidRPr="000754EC" w:rsidRDefault="00ED7FD4" w:rsidP="00ED7FD4">
            <w:pPr>
              <w:pStyle w:val="SIText"/>
            </w:pPr>
            <w:r w:rsidRPr="001129A2">
              <w:lastRenderedPageBreak/>
              <w:t>AHCPER316 Select plant and animal species for permaculture systems</w:t>
            </w:r>
          </w:p>
          <w:p w14:paraId="18ED5BE1" w14:textId="69B7FC4B" w:rsidR="00041E59" w:rsidRPr="005404CB" w:rsidRDefault="00041E59" w:rsidP="005404CB">
            <w:pPr>
              <w:pStyle w:val="SIText"/>
            </w:pPr>
          </w:p>
        </w:tc>
        <w:tc>
          <w:tcPr>
            <w:tcW w:w="1105" w:type="pct"/>
          </w:tcPr>
          <w:p w14:paraId="64EA7AE3" w14:textId="0CCB50C4" w:rsidR="00041E59" w:rsidRPr="005404CB" w:rsidRDefault="00ED7FD4" w:rsidP="005404CB">
            <w:pPr>
              <w:pStyle w:val="SIText"/>
            </w:pPr>
            <w:r w:rsidRPr="00ED7FD4">
              <w:t>AHCPER316 Select plant and animal species for permaculture systems</w:t>
            </w:r>
          </w:p>
        </w:tc>
        <w:tc>
          <w:tcPr>
            <w:tcW w:w="1251" w:type="pct"/>
          </w:tcPr>
          <w:p w14:paraId="3E031D32" w14:textId="2B9C2FD5" w:rsidR="00041E59" w:rsidRPr="005404CB" w:rsidRDefault="00ED7FD4" w:rsidP="005404CB">
            <w:pPr>
              <w:pStyle w:val="SIText"/>
            </w:pPr>
            <w:r>
              <w:t>Minor changes to Application, and Performance Criteria for clarity and compliance with standards for training packages</w:t>
            </w:r>
          </w:p>
        </w:tc>
        <w:tc>
          <w:tcPr>
            <w:tcW w:w="1616" w:type="pct"/>
          </w:tcPr>
          <w:p w14:paraId="426455CD" w14:textId="19E36D35" w:rsidR="00916CD7" w:rsidRPr="005404CB" w:rsidRDefault="009758EA" w:rsidP="005404CB">
            <w:pPr>
              <w:pStyle w:val="SIText"/>
            </w:pPr>
            <w:r>
              <w:t>Equivalent</w:t>
            </w:r>
          </w:p>
        </w:tc>
      </w:tr>
    </w:tbl>
    <w:p w14:paraId="127C3A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02199282" w:rsidR="00F1480E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r w:rsidR="009B7F7C" w:rsidRPr="009B7F7C">
              <w:t>https://vetnet.gov.au/Pages/TrainingDocs.aspx?q=c6399549-9c62-4a5e-bf1a-524b2322cf72</w:t>
            </w:r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36CD2302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1129A2" w:rsidRPr="001129A2">
              <w:t>AHCPER316 Select plant and animal species for permaculture systems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7A97F887" w14:textId="77777777" w:rsidR="009758EA" w:rsidRDefault="009758EA" w:rsidP="009758EA">
            <w:pPr>
              <w:pStyle w:val="SIText"/>
            </w:pPr>
            <w:r w:rsidRPr="00EA3EBA">
              <w:t xml:space="preserve">An individual demonstrating competency must satisfy </w:t>
            </w:r>
            <w:proofErr w:type="gramStart"/>
            <w:r w:rsidRPr="00EA3EBA">
              <w:t>all of</w:t>
            </w:r>
            <w:proofErr w:type="gramEnd"/>
            <w:r w:rsidRPr="00EA3EBA">
              <w:t xml:space="preserve"> the elements and performance criteria in this unit.</w:t>
            </w:r>
          </w:p>
          <w:p w14:paraId="332647C8" w14:textId="2F4BBD00" w:rsidR="009758EA" w:rsidRDefault="009758EA" w:rsidP="009758EA">
            <w:pPr>
              <w:pStyle w:val="SIText"/>
            </w:pPr>
            <w:r>
              <w:t>There must be evidence that the individual has selected plants and animals for integration into a permaculture system, including:</w:t>
            </w:r>
          </w:p>
          <w:p w14:paraId="0F95AA49" w14:textId="3593F94C" w:rsidR="009D2523" w:rsidRPr="009D2523" w:rsidRDefault="009D2523" w:rsidP="009D2523">
            <w:pPr>
              <w:pStyle w:val="SIBulletList1"/>
            </w:pPr>
            <w:r w:rsidRPr="009D2523">
              <w:t>assess</w:t>
            </w:r>
            <w:r w:rsidR="009758EA">
              <w:t>ed</w:t>
            </w:r>
            <w:r w:rsidRPr="009D2523">
              <w:t xml:space="preserve"> permaculture system needs</w:t>
            </w:r>
          </w:p>
          <w:p w14:paraId="7BB26AB6" w14:textId="1BF13D11" w:rsidR="009D2523" w:rsidRPr="009D2523" w:rsidRDefault="009758EA" w:rsidP="009D2523">
            <w:pPr>
              <w:pStyle w:val="SIBulletList1"/>
            </w:pPr>
            <w:r>
              <w:t>investigated</w:t>
            </w:r>
            <w:r w:rsidRPr="009D2523">
              <w:t xml:space="preserve"> </w:t>
            </w:r>
            <w:r w:rsidR="009D2523" w:rsidRPr="009D2523">
              <w:t>plant and animal</w:t>
            </w:r>
            <w:r>
              <w:t xml:space="preserve"> suitability for </w:t>
            </w:r>
            <w:r w:rsidR="009D2523" w:rsidRPr="009D2523">
              <w:t>new permaculture system design</w:t>
            </w:r>
          </w:p>
          <w:p w14:paraId="06B4D12A" w14:textId="68AF0BFB" w:rsidR="009D2523" w:rsidRDefault="009D2523" w:rsidP="009D2523">
            <w:pPr>
              <w:pStyle w:val="SIBulletList1"/>
            </w:pPr>
            <w:r w:rsidRPr="009D2523">
              <w:t>select</w:t>
            </w:r>
            <w:r w:rsidR="009758EA">
              <w:t>ed</w:t>
            </w:r>
            <w:r w:rsidRPr="009D2523">
              <w:t xml:space="preserve"> </w:t>
            </w:r>
            <w:r w:rsidR="009758EA">
              <w:t xml:space="preserve">and acquired </w:t>
            </w:r>
            <w:r w:rsidRPr="009D2523">
              <w:t>plant and animal species for a permaculture system</w:t>
            </w:r>
            <w:r w:rsidR="00F97761">
              <w:t xml:space="preserve"> and availability of their ancillary needs, including:</w:t>
            </w:r>
          </w:p>
          <w:p w14:paraId="5A6C8949" w14:textId="77777777" w:rsidR="00F97761" w:rsidRDefault="00F97761" w:rsidP="00111D47">
            <w:pPr>
              <w:pStyle w:val="SIBulletList2"/>
            </w:pPr>
            <w:r w:rsidRPr="009D2523">
              <w:t>housing</w:t>
            </w:r>
          </w:p>
          <w:p w14:paraId="0316EE0F" w14:textId="77777777" w:rsidR="00F97761" w:rsidRDefault="00F97761" w:rsidP="00111D47">
            <w:pPr>
              <w:pStyle w:val="SIBulletList2"/>
            </w:pPr>
            <w:r w:rsidRPr="009D2523">
              <w:t>prepared ground</w:t>
            </w:r>
          </w:p>
          <w:p w14:paraId="79CFA95F" w14:textId="77777777" w:rsidR="00F97761" w:rsidRDefault="00F97761" w:rsidP="00111D47">
            <w:pPr>
              <w:pStyle w:val="SIBulletList2"/>
            </w:pPr>
            <w:r w:rsidRPr="009D2523">
              <w:t>shelter</w:t>
            </w:r>
          </w:p>
          <w:p w14:paraId="575B3F03" w14:textId="5844612F" w:rsidR="00F97761" w:rsidRPr="009D2523" w:rsidRDefault="00F97761" w:rsidP="00111D47">
            <w:pPr>
              <w:pStyle w:val="SIBulletList2"/>
            </w:pPr>
            <w:r w:rsidRPr="009D2523">
              <w:t>fo</w:t>
            </w:r>
            <w:r>
              <w:t>od source</w:t>
            </w:r>
          </w:p>
          <w:p w14:paraId="6BFA69AA" w14:textId="2C772390" w:rsidR="00556C4C" w:rsidRPr="005404CB" w:rsidRDefault="009D2523" w:rsidP="00111D47">
            <w:pPr>
              <w:pStyle w:val="SIBulletList1"/>
            </w:pPr>
            <w:r w:rsidRPr="009D2523">
              <w:t>monitor</w:t>
            </w:r>
            <w:r w:rsidR="009758EA">
              <w:t>ed</w:t>
            </w:r>
            <w:r w:rsidRPr="009D2523">
              <w:t xml:space="preserve"> plant and animal systems during the establishment phase</w:t>
            </w:r>
            <w:r w:rsidR="009758EA">
              <w:t>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4DF48715" w14:textId="77777777" w:rsidR="009758EA" w:rsidRDefault="009758EA" w:rsidP="009758EA">
            <w:pPr>
              <w:pStyle w:val="SIText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16F19EC6" w14:textId="77777777" w:rsidR="001D1D7F" w:rsidRPr="001D1D7F" w:rsidRDefault="001D1D7F">
            <w:pPr>
              <w:pStyle w:val="SIBulletList1"/>
            </w:pPr>
            <w:r w:rsidRPr="001D1D7F">
              <w:t>permaculture principles and practices related to species selection</w:t>
            </w:r>
          </w:p>
          <w:p w14:paraId="0F3D272F" w14:textId="666797A5" w:rsidR="001D1D7F" w:rsidRPr="001D1D7F" w:rsidRDefault="001D1D7F" w:rsidP="006F7106">
            <w:pPr>
              <w:pStyle w:val="SIBulletList1"/>
            </w:pPr>
            <w:r w:rsidRPr="001D1D7F">
              <w:t>permaculture needs analysis</w:t>
            </w:r>
            <w:r w:rsidR="009758EA">
              <w:t xml:space="preserve"> including </w:t>
            </w:r>
            <w:r w:rsidRPr="001D1D7F">
              <w:t>bioregional analysis</w:t>
            </w:r>
          </w:p>
          <w:p w14:paraId="3814EBE0" w14:textId="2F3191B3" w:rsidR="001D1D7F" w:rsidRPr="001D1D7F" w:rsidRDefault="001D1D7F" w:rsidP="001D1D7F">
            <w:pPr>
              <w:pStyle w:val="SIBulletList1"/>
            </w:pPr>
            <w:r w:rsidRPr="001D1D7F">
              <w:t xml:space="preserve">plant and animal species and their interactions and interrelationships, </w:t>
            </w:r>
            <w:r w:rsidR="009758EA">
              <w:t>including</w:t>
            </w:r>
            <w:r w:rsidRPr="001D1D7F">
              <w:t>:</w:t>
            </w:r>
          </w:p>
          <w:p w14:paraId="15A9B3E3" w14:textId="77777777" w:rsidR="001D1D7F" w:rsidRPr="001D1D7F" w:rsidRDefault="001D1D7F" w:rsidP="001D1D7F">
            <w:pPr>
              <w:pStyle w:val="SIBulletList2"/>
            </w:pPr>
            <w:r w:rsidRPr="001D1D7F">
              <w:t>permaculture combinations – guilds, companions, nurse plants and animal companions</w:t>
            </w:r>
          </w:p>
          <w:p w14:paraId="2A66D831" w14:textId="77777777" w:rsidR="001D1D7F" w:rsidRPr="001D1D7F" w:rsidRDefault="001D1D7F" w:rsidP="001D1D7F">
            <w:pPr>
              <w:pStyle w:val="SIBulletList2"/>
            </w:pPr>
            <w:r w:rsidRPr="001D1D7F">
              <w:t>EVCs (Ecological Vegetation Classes)</w:t>
            </w:r>
          </w:p>
          <w:p w14:paraId="4680A9A4" w14:textId="77777777" w:rsidR="001D1D7F" w:rsidRPr="001D1D7F" w:rsidRDefault="001D1D7F" w:rsidP="001D1D7F">
            <w:pPr>
              <w:pStyle w:val="SIBulletList2"/>
            </w:pPr>
            <w:r w:rsidRPr="001D1D7F">
              <w:t>indigenous animals and plants</w:t>
            </w:r>
          </w:p>
          <w:p w14:paraId="50F8CA40" w14:textId="77777777" w:rsidR="001D1D7F" w:rsidRPr="001D1D7F" w:rsidRDefault="001D1D7F" w:rsidP="001D1D7F">
            <w:pPr>
              <w:pStyle w:val="SIBulletList2"/>
            </w:pPr>
            <w:r w:rsidRPr="001D1D7F">
              <w:t>what grows or thrives locally – plants, animals, birds, insects, fish, frogs, reptiles</w:t>
            </w:r>
          </w:p>
          <w:p w14:paraId="7373D2A3" w14:textId="77777777" w:rsidR="001D1D7F" w:rsidRPr="001D1D7F" w:rsidRDefault="001D1D7F" w:rsidP="001D1D7F">
            <w:pPr>
              <w:pStyle w:val="SIBulletList2"/>
            </w:pPr>
            <w:r w:rsidRPr="001D1D7F">
              <w:t xml:space="preserve">food, </w:t>
            </w:r>
            <w:proofErr w:type="gramStart"/>
            <w:r w:rsidRPr="001D1D7F">
              <w:t>fodder</w:t>
            </w:r>
            <w:proofErr w:type="gramEnd"/>
            <w:r w:rsidRPr="001D1D7F">
              <w:t xml:space="preserve"> and medicinal plant species suitable for chosen animals</w:t>
            </w:r>
          </w:p>
          <w:p w14:paraId="3D64ABCE" w14:textId="77777777" w:rsidR="001D1D7F" w:rsidRPr="001D1D7F" w:rsidRDefault="001D1D7F" w:rsidP="001D1D7F">
            <w:pPr>
              <w:pStyle w:val="SIBulletList2"/>
            </w:pPr>
            <w:r w:rsidRPr="001D1D7F">
              <w:t>integrated plant and animal systems such as chicken tractors, cell grazing, aquaculture systems</w:t>
            </w:r>
          </w:p>
          <w:p w14:paraId="5A1FC996" w14:textId="1BAF4411" w:rsidR="001D1D7F" w:rsidRPr="001D1D7F" w:rsidRDefault="001D1D7F" w:rsidP="001D1D7F">
            <w:pPr>
              <w:pStyle w:val="SIBulletList1"/>
            </w:pPr>
            <w:r w:rsidRPr="001D1D7F">
              <w:t xml:space="preserve">basic </w:t>
            </w:r>
            <w:r w:rsidR="009758EA">
              <w:t>investigative and research</w:t>
            </w:r>
            <w:r w:rsidR="009758EA" w:rsidRPr="001D1D7F">
              <w:t xml:space="preserve"> </w:t>
            </w:r>
            <w:r w:rsidRPr="001D1D7F">
              <w:t>techniques</w:t>
            </w:r>
          </w:p>
          <w:p w14:paraId="108571D6" w14:textId="1072A400" w:rsidR="001D1D7F" w:rsidRPr="001D1D7F" w:rsidRDefault="001D1D7F" w:rsidP="001D1D7F">
            <w:pPr>
              <w:pStyle w:val="SIBulletList1"/>
            </w:pPr>
            <w:r w:rsidRPr="001D1D7F">
              <w:t xml:space="preserve">primary data sources, </w:t>
            </w:r>
            <w:r w:rsidR="009758EA">
              <w:t>including</w:t>
            </w:r>
            <w:r w:rsidRPr="001D1D7F">
              <w:t>:</w:t>
            </w:r>
          </w:p>
          <w:p w14:paraId="6A6CD942" w14:textId="77777777" w:rsidR="001D1D7F" w:rsidRPr="001D1D7F" w:rsidRDefault="001D1D7F" w:rsidP="001D1D7F">
            <w:pPr>
              <w:pStyle w:val="SIBulletList2"/>
            </w:pPr>
            <w:r w:rsidRPr="001D1D7F">
              <w:t>original data gathered by the researcher</w:t>
            </w:r>
          </w:p>
          <w:p w14:paraId="6CD7B3DB" w14:textId="77777777" w:rsidR="001D1D7F" w:rsidRPr="001D1D7F" w:rsidRDefault="001D1D7F" w:rsidP="001D1D7F">
            <w:pPr>
              <w:pStyle w:val="SIBulletList2"/>
            </w:pPr>
            <w:r w:rsidRPr="001D1D7F">
              <w:t>local wisdom</w:t>
            </w:r>
          </w:p>
          <w:p w14:paraId="2A1BD491" w14:textId="77777777" w:rsidR="001D1D7F" w:rsidRPr="001D1D7F" w:rsidRDefault="001D1D7F" w:rsidP="001D1D7F">
            <w:pPr>
              <w:pStyle w:val="SIBulletList2"/>
            </w:pPr>
            <w:r w:rsidRPr="001D1D7F">
              <w:t>weather observations</w:t>
            </w:r>
          </w:p>
          <w:p w14:paraId="08B689D5" w14:textId="77777777" w:rsidR="001D1D7F" w:rsidRPr="001D1D7F" w:rsidRDefault="001D1D7F" w:rsidP="001D1D7F">
            <w:pPr>
              <w:pStyle w:val="SIBulletList2"/>
            </w:pPr>
            <w:r w:rsidRPr="001D1D7F">
              <w:t>flora and fauna observations</w:t>
            </w:r>
          </w:p>
          <w:p w14:paraId="5DD26AF9" w14:textId="190A41EF" w:rsidR="001D1D7F" w:rsidRPr="001D1D7F" w:rsidRDefault="001D1D7F" w:rsidP="001D1D7F">
            <w:pPr>
              <w:pStyle w:val="SIBulletList1"/>
            </w:pPr>
            <w:r w:rsidRPr="001D1D7F">
              <w:t xml:space="preserve">using secondary data sources, </w:t>
            </w:r>
            <w:r w:rsidR="009758EA">
              <w:t>including</w:t>
            </w:r>
            <w:r w:rsidRPr="001D1D7F">
              <w:t>:</w:t>
            </w:r>
          </w:p>
          <w:p w14:paraId="6C5EADF1" w14:textId="77777777" w:rsidR="001D1D7F" w:rsidRPr="001D1D7F" w:rsidRDefault="001D1D7F" w:rsidP="001D1D7F">
            <w:pPr>
              <w:pStyle w:val="SIBulletList2"/>
            </w:pPr>
            <w:r w:rsidRPr="001D1D7F">
              <w:t>data provided by government departments and agencies</w:t>
            </w:r>
          </w:p>
          <w:p w14:paraId="0743EE71" w14:textId="77777777" w:rsidR="001D1D7F" w:rsidRPr="001D1D7F" w:rsidRDefault="001D1D7F" w:rsidP="001D1D7F">
            <w:pPr>
              <w:pStyle w:val="SIBulletList2"/>
            </w:pPr>
            <w:r w:rsidRPr="001D1D7F">
              <w:t>publications</w:t>
            </w:r>
          </w:p>
          <w:p w14:paraId="541F0A24" w14:textId="77777777" w:rsidR="001D1D7F" w:rsidRPr="001D1D7F" w:rsidRDefault="001D1D7F" w:rsidP="001D1D7F">
            <w:pPr>
              <w:pStyle w:val="SIBulletList2"/>
            </w:pPr>
            <w:r w:rsidRPr="001D1D7F">
              <w:t xml:space="preserve">reference books, </w:t>
            </w:r>
            <w:proofErr w:type="gramStart"/>
            <w:r w:rsidRPr="001D1D7F">
              <w:t>websites</w:t>
            </w:r>
            <w:proofErr w:type="gramEnd"/>
            <w:r w:rsidRPr="001D1D7F">
              <w:t xml:space="preserve"> and journals</w:t>
            </w:r>
          </w:p>
          <w:p w14:paraId="5C8CD985" w14:textId="2EE75483" w:rsidR="00F1480E" w:rsidRPr="005404CB" w:rsidRDefault="001D1D7F" w:rsidP="00111D47">
            <w:pPr>
              <w:pStyle w:val="SIBulletList2"/>
            </w:pPr>
            <w:r w:rsidRPr="001D1D7F">
              <w:t>official weather data</w:t>
            </w:r>
            <w:r w:rsidR="00125B5B">
              <w:t>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6AA87E6A" w14:textId="2DF73775" w:rsidR="000159BF" w:rsidRPr="000159BF" w:rsidRDefault="000159BF" w:rsidP="00111D47">
            <w:pPr>
              <w:pStyle w:val="SIText"/>
            </w:pPr>
            <w:r w:rsidRPr="000159BF">
              <w:t xml:space="preserve">Assessment of the skills in this unit of competency must take place under the following conditions: </w:t>
            </w:r>
          </w:p>
          <w:p w14:paraId="5D068C29" w14:textId="77777777" w:rsidR="000159BF" w:rsidRPr="000159BF" w:rsidRDefault="000159BF" w:rsidP="00111D47">
            <w:pPr>
              <w:pStyle w:val="SIBulletList1"/>
            </w:pPr>
            <w:r w:rsidRPr="000159BF">
              <w:t>physical conditions:</w:t>
            </w:r>
          </w:p>
          <w:p w14:paraId="124DAA90" w14:textId="62D97942" w:rsidR="005255E2" w:rsidRPr="000159BF" w:rsidRDefault="000159BF">
            <w:pPr>
              <w:pStyle w:val="SIBulletList2"/>
            </w:pPr>
            <w:r w:rsidRPr="000159BF">
              <w:t>skills must be demonstrated in a permaculture system or an environment that accurately represents workplace conditions</w:t>
            </w:r>
          </w:p>
          <w:p w14:paraId="199BC96F" w14:textId="77777777" w:rsidR="000159BF" w:rsidRPr="000159BF" w:rsidRDefault="000159BF" w:rsidP="00111D47">
            <w:pPr>
              <w:pStyle w:val="SIBulletList1"/>
            </w:pPr>
            <w:r w:rsidRPr="000159BF">
              <w:t xml:space="preserve">resources, </w:t>
            </w:r>
            <w:proofErr w:type="gramStart"/>
            <w:r w:rsidRPr="000159BF">
              <w:t>equipment</w:t>
            </w:r>
            <w:proofErr w:type="gramEnd"/>
            <w:r w:rsidRPr="000159BF">
              <w:t xml:space="preserve"> and materials:</w:t>
            </w:r>
          </w:p>
          <w:p w14:paraId="4C0DCE17" w14:textId="48A81E86" w:rsidR="005255E2" w:rsidRDefault="005255E2" w:rsidP="000159BF">
            <w:pPr>
              <w:pStyle w:val="SIBulletList2"/>
            </w:pPr>
            <w:r>
              <w:t>use of plants and animals for establishing system</w:t>
            </w:r>
          </w:p>
          <w:p w14:paraId="2E8986E2" w14:textId="0B4A164C" w:rsidR="00C761D0" w:rsidRDefault="00C761D0" w:rsidP="000159BF">
            <w:pPr>
              <w:pStyle w:val="SIBulletList2"/>
            </w:pPr>
            <w:r>
              <w:t>use of ancillary resources for animals</w:t>
            </w:r>
          </w:p>
          <w:p w14:paraId="088B59E8" w14:textId="6593799C" w:rsidR="000159BF" w:rsidRPr="000159BF" w:rsidRDefault="000159BF" w:rsidP="000159BF">
            <w:pPr>
              <w:pStyle w:val="SIBulletList2"/>
            </w:pPr>
            <w:r w:rsidRPr="000159BF">
              <w:t>use of</w:t>
            </w:r>
            <w:r>
              <w:t xml:space="preserve"> basic research tools and materials</w:t>
            </w:r>
          </w:p>
          <w:p w14:paraId="01EE3A26" w14:textId="77777777" w:rsidR="000159BF" w:rsidRPr="000159BF" w:rsidRDefault="000159BF" w:rsidP="00111D47">
            <w:pPr>
              <w:pStyle w:val="SIBulletList1"/>
            </w:pPr>
            <w:r w:rsidRPr="000159BF">
              <w:t>specifications:</w:t>
            </w:r>
          </w:p>
          <w:p w14:paraId="2B39672C" w14:textId="4D45A331" w:rsidR="000159BF" w:rsidRDefault="000159BF" w:rsidP="000159BF">
            <w:pPr>
              <w:pStyle w:val="SIBulletList2"/>
            </w:pPr>
            <w:r>
              <w:t>use of bioregion</w:t>
            </w:r>
            <w:r w:rsidR="006F1A72">
              <w:t xml:space="preserve"> data </w:t>
            </w:r>
            <w:r>
              <w:t>and permaculture</w:t>
            </w:r>
            <w:r w:rsidR="006F1A72">
              <w:t xml:space="preserve"> system design.</w:t>
            </w:r>
          </w:p>
          <w:p w14:paraId="2F857571" w14:textId="77777777" w:rsidR="006F1A72" w:rsidRPr="000159BF" w:rsidRDefault="006F1A72" w:rsidP="00111D47">
            <w:pPr>
              <w:pStyle w:val="SIText"/>
            </w:pPr>
          </w:p>
          <w:p w14:paraId="759850B7" w14:textId="19B5A304" w:rsidR="003B541E" w:rsidRPr="005404CB" w:rsidRDefault="000159BF" w:rsidP="003B541E">
            <w:pPr>
              <w:pStyle w:val="SIText"/>
              <w:rPr>
                <w:rFonts w:eastAsia="Calibri"/>
              </w:rPr>
            </w:pPr>
            <w:r w:rsidRPr="000159BF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lastRenderedPageBreak/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643DAA2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642755C3" w14:textId="3F95E822" w:rsidR="00F1480E" w:rsidRPr="005404CB" w:rsidRDefault="00B9148E" w:rsidP="005404CB">
            <w:pPr>
              <w:pStyle w:val="SIText"/>
            </w:pPr>
            <w:r w:rsidRPr="009B7F7C">
              <w:t>https://vetnet.gov.au/Pages/TrainingDocs.aspx?q=c6399549-9c62-4a5e-bf1a-524b2322cf72</w:t>
            </w:r>
          </w:p>
        </w:tc>
      </w:tr>
    </w:tbl>
    <w:p w14:paraId="51171C5D" w14:textId="77777777" w:rsidR="00F1480E" w:rsidRDefault="00F1480E" w:rsidP="003B541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C51A84" w14:textId="77777777" w:rsidR="00246713" w:rsidRDefault="00246713" w:rsidP="00BF3F0A">
      <w:r>
        <w:separator/>
      </w:r>
    </w:p>
    <w:p w14:paraId="6F971FDA" w14:textId="77777777" w:rsidR="00246713" w:rsidRDefault="00246713"/>
  </w:endnote>
  <w:endnote w:type="continuationSeparator" w:id="0">
    <w:p w14:paraId="12CD8EBC" w14:textId="77777777" w:rsidR="00246713" w:rsidRDefault="00246713" w:rsidP="00BF3F0A">
      <w:r>
        <w:continuationSeparator/>
      </w:r>
    </w:p>
    <w:p w14:paraId="72E98714" w14:textId="77777777" w:rsidR="00246713" w:rsidRDefault="0024671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7544F">
          <w:rPr>
            <w:noProof/>
          </w:rPr>
          <w:t>4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036945" w14:textId="77777777" w:rsidR="00246713" w:rsidRDefault="00246713" w:rsidP="00BF3F0A">
      <w:r>
        <w:separator/>
      </w:r>
    </w:p>
    <w:p w14:paraId="34EA3D8E" w14:textId="77777777" w:rsidR="00246713" w:rsidRDefault="00246713"/>
  </w:footnote>
  <w:footnote w:type="continuationSeparator" w:id="0">
    <w:p w14:paraId="03F1F092" w14:textId="77777777" w:rsidR="00246713" w:rsidRDefault="00246713" w:rsidP="00BF3F0A">
      <w:r>
        <w:continuationSeparator/>
      </w:r>
    </w:p>
    <w:p w14:paraId="73A6CF87" w14:textId="77777777" w:rsidR="00246713" w:rsidRDefault="0024671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0AE701E7" w:rsidR="009C2650" w:rsidRPr="000754EC" w:rsidRDefault="00111D47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7311A98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129A2" w:rsidRPr="001129A2">
      <w:t>AHCPER316 Select plant and animal species for permaculture systems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B37AD"/>
    <w:multiLevelType w:val="multilevel"/>
    <w:tmpl w:val="47304B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DC67D7"/>
    <w:multiLevelType w:val="multilevel"/>
    <w:tmpl w:val="CAF6BF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13350A81"/>
    <w:multiLevelType w:val="multilevel"/>
    <w:tmpl w:val="6F7679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8732FE"/>
    <w:multiLevelType w:val="multilevel"/>
    <w:tmpl w:val="075806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0D647D"/>
    <w:multiLevelType w:val="multilevel"/>
    <w:tmpl w:val="AD7886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D812F08"/>
    <w:multiLevelType w:val="multilevel"/>
    <w:tmpl w:val="19AACF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5BCB5798"/>
    <w:multiLevelType w:val="multilevel"/>
    <w:tmpl w:val="38EE62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2994BA9"/>
    <w:multiLevelType w:val="multilevel"/>
    <w:tmpl w:val="9D6EF3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78F2A6B"/>
    <w:multiLevelType w:val="multilevel"/>
    <w:tmpl w:val="2C96F7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250DDA"/>
    <w:multiLevelType w:val="multilevel"/>
    <w:tmpl w:val="458456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B63C69"/>
    <w:multiLevelType w:val="multilevel"/>
    <w:tmpl w:val="8B026C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2853752"/>
    <w:multiLevelType w:val="multilevel"/>
    <w:tmpl w:val="187E05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3A24D9E"/>
    <w:multiLevelType w:val="multilevel"/>
    <w:tmpl w:val="BE3EE8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4506A2B"/>
    <w:multiLevelType w:val="multilevel"/>
    <w:tmpl w:val="6B5E5B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9C266D8"/>
    <w:multiLevelType w:val="multilevel"/>
    <w:tmpl w:val="5C00C4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92799631">
    <w:abstractNumId w:val="14"/>
  </w:num>
  <w:num w:numId="2" w16cid:durableId="631518533">
    <w:abstractNumId w:val="9"/>
  </w:num>
  <w:num w:numId="3" w16cid:durableId="1592022">
    <w:abstractNumId w:val="0"/>
  </w:num>
  <w:num w:numId="4" w16cid:durableId="1135828764">
    <w:abstractNumId w:val="16"/>
  </w:num>
  <w:num w:numId="5" w16cid:durableId="336156820">
    <w:abstractNumId w:val="7"/>
  </w:num>
  <w:num w:numId="6" w16cid:durableId="2006863037">
    <w:abstractNumId w:val="10"/>
  </w:num>
  <w:num w:numId="7" w16cid:durableId="1025180023">
    <w:abstractNumId w:val="19"/>
  </w:num>
  <w:num w:numId="8" w16cid:durableId="1866166298">
    <w:abstractNumId w:val="12"/>
  </w:num>
  <w:num w:numId="9" w16cid:durableId="1224953014">
    <w:abstractNumId w:val="11"/>
  </w:num>
  <w:num w:numId="10" w16cid:durableId="367338754">
    <w:abstractNumId w:val="18"/>
  </w:num>
  <w:num w:numId="11" w16cid:durableId="1662392728">
    <w:abstractNumId w:val="4"/>
  </w:num>
  <w:num w:numId="12" w16cid:durableId="1331830568">
    <w:abstractNumId w:val="8"/>
  </w:num>
  <w:num w:numId="13" w16cid:durableId="1413427256">
    <w:abstractNumId w:val="3"/>
  </w:num>
  <w:num w:numId="14" w16cid:durableId="407001767">
    <w:abstractNumId w:val="13"/>
  </w:num>
  <w:num w:numId="15" w16cid:durableId="1875771591">
    <w:abstractNumId w:val="17"/>
  </w:num>
  <w:num w:numId="16" w16cid:durableId="124131238">
    <w:abstractNumId w:val="15"/>
  </w:num>
  <w:num w:numId="17" w16cid:durableId="42753601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1108F"/>
    <w:rsid w:val="000115E2"/>
    <w:rsid w:val="000126D0"/>
    <w:rsid w:val="0001296A"/>
    <w:rsid w:val="000136C9"/>
    <w:rsid w:val="000159BF"/>
    <w:rsid w:val="00016803"/>
    <w:rsid w:val="00023992"/>
    <w:rsid w:val="000275AE"/>
    <w:rsid w:val="000306F8"/>
    <w:rsid w:val="00041E59"/>
    <w:rsid w:val="00057E4D"/>
    <w:rsid w:val="00064BFE"/>
    <w:rsid w:val="00070B3E"/>
    <w:rsid w:val="00071F95"/>
    <w:rsid w:val="000737BB"/>
    <w:rsid w:val="00074E47"/>
    <w:rsid w:val="000754EC"/>
    <w:rsid w:val="00086857"/>
    <w:rsid w:val="000873E8"/>
    <w:rsid w:val="0009093B"/>
    <w:rsid w:val="000A5441"/>
    <w:rsid w:val="000B2022"/>
    <w:rsid w:val="000C044A"/>
    <w:rsid w:val="000C149A"/>
    <w:rsid w:val="000C224E"/>
    <w:rsid w:val="000E25E6"/>
    <w:rsid w:val="000E2C86"/>
    <w:rsid w:val="000F29F2"/>
    <w:rsid w:val="000F7B0C"/>
    <w:rsid w:val="00101659"/>
    <w:rsid w:val="00105AEA"/>
    <w:rsid w:val="001078BF"/>
    <w:rsid w:val="00111D47"/>
    <w:rsid w:val="001129A2"/>
    <w:rsid w:val="00125B5B"/>
    <w:rsid w:val="00133957"/>
    <w:rsid w:val="0013525C"/>
    <w:rsid w:val="001372F6"/>
    <w:rsid w:val="00144385"/>
    <w:rsid w:val="00146EEC"/>
    <w:rsid w:val="00151D55"/>
    <w:rsid w:val="00151D93"/>
    <w:rsid w:val="00156EF3"/>
    <w:rsid w:val="00162CC8"/>
    <w:rsid w:val="00176E4F"/>
    <w:rsid w:val="0018546B"/>
    <w:rsid w:val="001A6A3E"/>
    <w:rsid w:val="001A7B6D"/>
    <w:rsid w:val="001B091E"/>
    <w:rsid w:val="001B34D5"/>
    <w:rsid w:val="001B513A"/>
    <w:rsid w:val="001C0A75"/>
    <w:rsid w:val="001C1306"/>
    <w:rsid w:val="001D1D7F"/>
    <w:rsid w:val="001D30EB"/>
    <w:rsid w:val="001D5C1B"/>
    <w:rsid w:val="001D7F5B"/>
    <w:rsid w:val="001E0849"/>
    <w:rsid w:val="001E16BC"/>
    <w:rsid w:val="001E16DF"/>
    <w:rsid w:val="001F16C8"/>
    <w:rsid w:val="001F2BA5"/>
    <w:rsid w:val="001F308D"/>
    <w:rsid w:val="00201A7C"/>
    <w:rsid w:val="00202B55"/>
    <w:rsid w:val="0021210E"/>
    <w:rsid w:val="0021414D"/>
    <w:rsid w:val="00223124"/>
    <w:rsid w:val="00233143"/>
    <w:rsid w:val="00234444"/>
    <w:rsid w:val="00242293"/>
    <w:rsid w:val="00244EA7"/>
    <w:rsid w:val="00246713"/>
    <w:rsid w:val="00262FC3"/>
    <w:rsid w:val="0026394F"/>
    <w:rsid w:val="00267AF6"/>
    <w:rsid w:val="00276DB8"/>
    <w:rsid w:val="00282664"/>
    <w:rsid w:val="00285FB8"/>
    <w:rsid w:val="002965A8"/>
    <w:rsid w:val="002970C3"/>
    <w:rsid w:val="002973EC"/>
    <w:rsid w:val="002A275C"/>
    <w:rsid w:val="002A4CD3"/>
    <w:rsid w:val="002A6CC4"/>
    <w:rsid w:val="002C55E9"/>
    <w:rsid w:val="002D0C8B"/>
    <w:rsid w:val="002D330A"/>
    <w:rsid w:val="002E170C"/>
    <w:rsid w:val="002E193E"/>
    <w:rsid w:val="003028FC"/>
    <w:rsid w:val="00305EFF"/>
    <w:rsid w:val="00310A6A"/>
    <w:rsid w:val="003144E6"/>
    <w:rsid w:val="00333E3C"/>
    <w:rsid w:val="00337E82"/>
    <w:rsid w:val="00346FDC"/>
    <w:rsid w:val="00350BB1"/>
    <w:rsid w:val="00352C83"/>
    <w:rsid w:val="00357BBE"/>
    <w:rsid w:val="00366805"/>
    <w:rsid w:val="0037067D"/>
    <w:rsid w:val="00373436"/>
    <w:rsid w:val="0038735B"/>
    <w:rsid w:val="003916D1"/>
    <w:rsid w:val="00394C90"/>
    <w:rsid w:val="003A16FC"/>
    <w:rsid w:val="003A21F0"/>
    <w:rsid w:val="003A277F"/>
    <w:rsid w:val="003A3E74"/>
    <w:rsid w:val="003A58BA"/>
    <w:rsid w:val="003A5AE7"/>
    <w:rsid w:val="003A7221"/>
    <w:rsid w:val="003A768F"/>
    <w:rsid w:val="003B3493"/>
    <w:rsid w:val="003B541E"/>
    <w:rsid w:val="003C13AE"/>
    <w:rsid w:val="003C7152"/>
    <w:rsid w:val="003D2E73"/>
    <w:rsid w:val="003E72B6"/>
    <w:rsid w:val="003E7BBE"/>
    <w:rsid w:val="003F14E7"/>
    <w:rsid w:val="004127E3"/>
    <w:rsid w:val="004173DD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4CCD"/>
    <w:rsid w:val="00485559"/>
    <w:rsid w:val="00486E2B"/>
    <w:rsid w:val="004A142B"/>
    <w:rsid w:val="004A3860"/>
    <w:rsid w:val="004A44E8"/>
    <w:rsid w:val="004A581D"/>
    <w:rsid w:val="004A7706"/>
    <w:rsid w:val="004A77E3"/>
    <w:rsid w:val="004B27C3"/>
    <w:rsid w:val="004B29B7"/>
    <w:rsid w:val="004B7A28"/>
    <w:rsid w:val="004C2244"/>
    <w:rsid w:val="004C79A1"/>
    <w:rsid w:val="004D0D5F"/>
    <w:rsid w:val="004D1569"/>
    <w:rsid w:val="004D44B1"/>
    <w:rsid w:val="004E0151"/>
    <w:rsid w:val="004E0460"/>
    <w:rsid w:val="004E1579"/>
    <w:rsid w:val="004E5FAE"/>
    <w:rsid w:val="004E6245"/>
    <w:rsid w:val="004E6741"/>
    <w:rsid w:val="004E7094"/>
    <w:rsid w:val="004F4019"/>
    <w:rsid w:val="004F5DC7"/>
    <w:rsid w:val="004F78DA"/>
    <w:rsid w:val="005145AB"/>
    <w:rsid w:val="00520E9A"/>
    <w:rsid w:val="00521027"/>
    <w:rsid w:val="005248C1"/>
    <w:rsid w:val="005255E2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961F4"/>
    <w:rsid w:val="005A1D70"/>
    <w:rsid w:val="005A3AA5"/>
    <w:rsid w:val="005A6296"/>
    <w:rsid w:val="005A6C9C"/>
    <w:rsid w:val="005A74DC"/>
    <w:rsid w:val="005B5146"/>
    <w:rsid w:val="005D0854"/>
    <w:rsid w:val="005D1AFD"/>
    <w:rsid w:val="005E51E6"/>
    <w:rsid w:val="005E5B6D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140A"/>
    <w:rsid w:val="00680367"/>
    <w:rsid w:val="0068453C"/>
    <w:rsid w:val="006852C0"/>
    <w:rsid w:val="00686A49"/>
    <w:rsid w:val="00687B62"/>
    <w:rsid w:val="00690C44"/>
    <w:rsid w:val="00692EC8"/>
    <w:rsid w:val="00695C89"/>
    <w:rsid w:val="00695F57"/>
    <w:rsid w:val="006969D9"/>
    <w:rsid w:val="006A2B68"/>
    <w:rsid w:val="006B1229"/>
    <w:rsid w:val="006C2F32"/>
    <w:rsid w:val="006C32DF"/>
    <w:rsid w:val="006D1AF9"/>
    <w:rsid w:val="006D38C3"/>
    <w:rsid w:val="006D4448"/>
    <w:rsid w:val="006D6DFD"/>
    <w:rsid w:val="006E2C4D"/>
    <w:rsid w:val="006E42FE"/>
    <w:rsid w:val="006F0D02"/>
    <w:rsid w:val="006F10FE"/>
    <w:rsid w:val="006F1A72"/>
    <w:rsid w:val="006F3622"/>
    <w:rsid w:val="00705EEC"/>
    <w:rsid w:val="00707741"/>
    <w:rsid w:val="007134FE"/>
    <w:rsid w:val="00715794"/>
    <w:rsid w:val="00716586"/>
    <w:rsid w:val="00717385"/>
    <w:rsid w:val="00722769"/>
    <w:rsid w:val="00727901"/>
    <w:rsid w:val="0073075B"/>
    <w:rsid w:val="0073404B"/>
    <w:rsid w:val="007341FF"/>
    <w:rsid w:val="007404E9"/>
    <w:rsid w:val="007444CF"/>
    <w:rsid w:val="00750E78"/>
    <w:rsid w:val="00752C75"/>
    <w:rsid w:val="00757005"/>
    <w:rsid w:val="00761DBE"/>
    <w:rsid w:val="0076523B"/>
    <w:rsid w:val="00771B60"/>
    <w:rsid w:val="00781D77"/>
    <w:rsid w:val="00782AE0"/>
    <w:rsid w:val="00783549"/>
    <w:rsid w:val="007860B7"/>
    <w:rsid w:val="00786DC8"/>
    <w:rsid w:val="0079402C"/>
    <w:rsid w:val="007A300D"/>
    <w:rsid w:val="007A49CA"/>
    <w:rsid w:val="007D5A78"/>
    <w:rsid w:val="007E3BD1"/>
    <w:rsid w:val="007F1563"/>
    <w:rsid w:val="007F1EB2"/>
    <w:rsid w:val="007F44DB"/>
    <w:rsid w:val="007F5A8B"/>
    <w:rsid w:val="007F7FC7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873C8"/>
    <w:rsid w:val="008908DE"/>
    <w:rsid w:val="008959F5"/>
    <w:rsid w:val="008A12ED"/>
    <w:rsid w:val="008A39D3"/>
    <w:rsid w:val="008B2C77"/>
    <w:rsid w:val="008B4AD2"/>
    <w:rsid w:val="008B663E"/>
    <w:rsid w:val="008B7138"/>
    <w:rsid w:val="008D3C8D"/>
    <w:rsid w:val="008E260C"/>
    <w:rsid w:val="008E39BE"/>
    <w:rsid w:val="008E62EC"/>
    <w:rsid w:val="008F32F6"/>
    <w:rsid w:val="00903631"/>
    <w:rsid w:val="00916CD7"/>
    <w:rsid w:val="00920927"/>
    <w:rsid w:val="00921B38"/>
    <w:rsid w:val="00923720"/>
    <w:rsid w:val="009278C9"/>
    <w:rsid w:val="00932CD7"/>
    <w:rsid w:val="00944C09"/>
    <w:rsid w:val="0095019A"/>
    <w:rsid w:val="009527CB"/>
    <w:rsid w:val="00953835"/>
    <w:rsid w:val="00955199"/>
    <w:rsid w:val="00960F6C"/>
    <w:rsid w:val="00962B62"/>
    <w:rsid w:val="00970747"/>
    <w:rsid w:val="009758EA"/>
    <w:rsid w:val="00993CEA"/>
    <w:rsid w:val="00997BFC"/>
    <w:rsid w:val="009A5900"/>
    <w:rsid w:val="009A6E6C"/>
    <w:rsid w:val="009A6F3F"/>
    <w:rsid w:val="009B331A"/>
    <w:rsid w:val="009B7F7C"/>
    <w:rsid w:val="009C2650"/>
    <w:rsid w:val="009D15E2"/>
    <w:rsid w:val="009D15FE"/>
    <w:rsid w:val="009D2523"/>
    <w:rsid w:val="009D5D2C"/>
    <w:rsid w:val="009F0DCC"/>
    <w:rsid w:val="009F11CA"/>
    <w:rsid w:val="00A0695B"/>
    <w:rsid w:val="00A13052"/>
    <w:rsid w:val="00A216A8"/>
    <w:rsid w:val="00A223A6"/>
    <w:rsid w:val="00A3135C"/>
    <w:rsid w:val="00A3639E"/>
    <w:rsid w:val="00A5092E"/>
    <w:rsid w:val="00A554D6"/>
    <w:rsid w:val="00A56E14"/>
    <w:rsid w:val="00A6476B"/>
    <w:rsid w:val="00A7544F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3253"/>
    <w:rsid w:val="00B0712C"/>
    <w:rsid w:val="00B11D14"/>
    <w:rsid w:val="00B12013"/>
    <w:rsid w:val="00B22C67"/>
    <w:rsid w:val="00B3508F"/>
    <w:rsid w:val="00B443EE"/>
    <w:rsid w:val="00B52AAC"/>
    <w:rsid w:val="00B52B2E"/>
    <w:rsid w:val="00B560C8"/>
    <w:rsid w:val="00B61150"/>
    <w:rsid w:val="00B65BC7"/>
    <w:rsid w:val="00B7425E"/>
    <w:rsid w:val="00B746B9"/>
    <w:rsid w:val="00B848D4"/>
    <w:rsid w:val="00B865B7"/>
    <w:rsid w:val="00B9148E"/>
    <w:rsid w:val="00B91517"/>
    <w:rsid w:val="00B934C5"/>
    <w:rsid w:val="00B94E99"/>
    <w:rsid w:val="00BA1CB1"/>
    <w:rsid w:val="00BA4178"/>
    <w:rsid w:val="00BA482D"/>
    <w:rsid w:val="00BA5F11"/>
    <w:rsid w:val="00BB1755"/>
    <w:rsid w:val="00BB23F4"/>
    <w:rsid w:val="00BC5075"/>
    <w:rsid w:val="00BC5419"/>
    <w:rsid w:val="00BD3B0F"/>
    <w:rsid w:val="00BD4A22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36FBC"/>
    <w:rsid w:val="00C4364C"/>
    <w:rsid w:val="00C578E9"/>
    <w:rsid w:val="00C70626"/>
    <w:rsid w:val="00C72860"/>
    <w:rsid w:val="00C72A48"/>
    <w:rsid w:val="00C73582"/>
    <w:rsid w:val="00C73B90"/>
    <w:rsid w:val="00C742EC"/>
    <w:rsid w:val="00C761D0"/>
    <w:rsid w:val="00C77D12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71AA"/>
    <w:rsid w:val="00D52946"/>
    <w:rsid w:val="00D54C76"/>
    <w:rsid w:val="00D607DE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7D54"/>
    <w:rsid w:val="00DC1D69"/>
    <w:rsid w:val="00DC5A3A"/>
    <w:rsid w:val="00DD0726"/>
    <w:rsid w:val="00E238E6"/>
    <w:rsid w:val="00E34CD8"/>
    <w:rsid w:val="00E35064"/>
    <w:rsid w:val="00E3681D"/>
    <w:rsid w:val="00E40225"/>
    <w:rsid w:val="00E4046B"/>
    <w:rsid w:val="00E46FBD"/>
    <w:rsid w:val="00E501F0"/>
    <w:rsid w:val="00E6166D"/>
    <w:rsid w:val="00E91BFF"/>
    <w:rsid w:val="00E92933"/>
    <w:rsid w:val="00E94FAD"/>
    <w:rsid w:val="00E955DA"/>
    <w:rsid w:val="00EB0AA4"/>
    <w:rsid w:val="00EB5C88"/>
    <w:rsid w:val="00EC0469"/>
    <w:rsid w:val="00EC0C3E"/>
    <w:rsid w:val="00ED5AAC"/>
    <w:rsid w:val="00ED7FD4"/>
    <w:rsid w:val="00EF01F8"/>
    <w:rsid w:val="00EF3268"/>
    <w:rsid w:val="00EF40EF"/>
    <w:rsid w:val="00EF47FE"/>
    <w:rsid w:val="00F02CB7"/>
    <w:rsid w:val="00F05AFD"/>
    <w:rsid w:val="00F0614C"/>
    <w:rsid w:val="00F069BD"/>
    <w:rsid w:val="00F1480E"/>
    <w:rsid w:val="00F1497D"/>
    <w:rsid w:val="00F16AAC"/>
    <w:rsid w:val="00F30C7D"/>
    <w:rsid w:val="00F33FF2"/>
    <w:rsid w:val="00F438FC"/>
    <w:rsid w:val="00F47865"/>
    <w:rsid w:val="00F50AFE"/>
    <w:rsid w:val="00F5616F"/>
    <w:rsid w:val="00F56451"/>
    <w:rsid w:val="00F56827"/>
    <w:rsid w:val="00F60517"/>
    <w:rsid w:val="00F62866"/>
    <w:rsid w:val="00F65EF0"/>
    <w:rsid w:val="00F71651"/>
    <w:rsid w:val="00F76191"/>
    <w:rsid w:val="00F76CC6"/>
    <w:rsid w:val="00F777DC"/>
    <w:rsid w:val="00F824BB"/>
    <w:rsid w:val="00F83D7C"/>
    <w:rsid w:val="00F97761"/>
    <w:rsid w:val="00FB232E"/>
    <w:rsid w:val="00FD557D"/>
    <w:rsid w:val="00FE0282"/>
    <w:rsid w:val="00FE124D"/>
    <w:rsid w:val="00FE792C"/>
    <w:rsid w:val="00FF22F8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3A3E74"/>
    <w:rPr>
      <w:i/>
      <w:iCs/>
    </w:rPr>
  </w:style>
  <w:style w:type="paragraph" w:styleId="Revision">
    <w:name w:val="Revision"/>
    <w:hidden/>
    <w:uiPriority w:val="99"/>
    <w:semiHidden/>
    <w:rsid w:val="00111D4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1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8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3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20F775FD4DD49AEAD717A8349497A" ma:contentTypeVersion="" ma:contentTypeDescription="Create a new document." ma:contentTypeScope="" ma:versionID="616e988cc5bb66e92ee75c47d11ff9d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ee3a392-9fd5-4e44-986b-b11872d0f857" targetNamespace="http://schemas.microsoft.com/office/2006/metadata/properties" ma:root="true" ma:fieldsID="d3253cc7a1765f4b6deebf550db3da98" ns1:_="" ns2:_="" ns3:_="">
    <xsd:import namespace="http://schemas.microsoft.com/sharepoint/v3"/>
    <xsd:import namespace="d50bbff7-d6dd-47d2-864a-cfdc2c3db0f4"/>
    <xsd:import namespace="7ee3a392-9fd5-4e44-986b-b11872d0f85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e3a392-9fd5-4e44-986b-b11872d0f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7ee3a392-9fd5-4e44-986b-b11872d0f857"/>
    <ds:schemaRef ds:uri="http://purl.org/dc/elements/1.1/"/>
    <ds:schemaRef ds:uri="http://schemas.microsoft.com/office/2006/metadata/properties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86E2E0-8DD8-4F7B-ACD9-EEC9EFC43D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ee3a392-9fd5-4e44-986b-b11872d0f8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278CA99-DA23-4030-91AE-B5E875298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174</TotalTime>
  <Pages>4</Pages>
  <Words>854</Words>
  <Characters>4868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97</cp:revision>
  <cp:lastPrinted>2016-05-27T05:21:00Z</cp:lastPrinted>
  <dcterms:created xsi:type="dcterms:W3CDTF">2021-09-14T01:14:00Z</dcterms:created>
  <dcterms:modified xsi:type="dcterms:W3CDTF">2022-05-13T02:34:00Z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0x0101008E720F775FD4DD49AEAD717A8349497A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